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299" w:rsidRPr="00C06299" w:rsidRDefault="00C06299" w:rsidP="00C06299">
      <w:pPr>
        <w:rPr>
          <w:rFonts w:asciiTheme="minorHAnsi" w:hAnsiTheme="minorHAnsi"/>
          <w:sz w:val="18"/>
          <w:szCs w:val="18"/>
        </w:rPr>
      </w:pPr>
      <w:bookmarkStart w:id="0" w:name="_11_ZHR_STKR_TASK_–zelená"/>
      <w:bookmarkStart w:id="1" w:name="_13_ZHR_STKRxxxxxx_podpisový"/>
      <w:bookmarkStart w:id="2" w:name="_14_Připomínky_pro"/>
      <w:bookmarkStart w:id="3" w:name="_15_FKSP_do"/>
      <w:bookmarkStart w:id="4" w:name="_16_ZHR_IT0001_a"/>
      <w:bookmarkStart w:id="5" w:name="_17_ZHRDMS_SPIS_REPx"/>
      <w:bookmarkStart w:id="6" w:name="_19_Export_do"/>
      <w:bookmarkStart w:id="7" w:name="_20_IdM_do"/>
      <w:bookmarkStart w:id="8" w:name="_21_STKR_–"/>
      <w:bookmarkStart w:id="9" w:name="_22_Zaměstnanecký_průkaz"/>
      <w:bookmarkStart w:id="10" w:name="_25_Číselník_budov"/>
      <w:bookmarkStart w:id="11" w:name="_32_ZHR_SPIS_–"/>
      <w:bookmarkStart w:id="12" w:name="_49_Do_ZHR_STKR"/>
      <w:bookmarkStart w:id="13" w:name="_50_Vedoucí_-"/>
      <w:bookmarkStart w:id="14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C06299">
        <w:rPr>
          <w:rFonts w:asciiTheme="minorHAnsi" w:hAnsiTheme="minorHAnsi"/>
          <w:sz w:val="18"/>
          <w:szCs w:val="18"/>
        </w:rPr>
        <w:t xml:space="preserve">Příloha č. </w:t>
      </w:r>
      <w:r w:rsidR="00F8092B">
        <w:rPr>
          <w:rFonts w:asciiTheme="minorHAnsi" w:hAnsiTheme="minorHAnsi"/>
          <w:sz w:val="18"/>
          <w:szCs w:val="18"/>
        </w:rPr>
        <w:t>7</w:t>
      </w:r>
      <w:r w:rsidRPr="00C06299">
        <w:rPr>
          <w:rFonts w:asciiTheme="minorHAnsi" w:hAnsiTheme="minorHAnsi"/>
          <w:sz w:val="18"/>
          <w:szCs w:val="18"/>
        </w:rPr>
        <w:t xml:space="preserve"> Smlouvy</w:t>
      </w:r>
    </w:p>
    <w:p w:rsidR="00C06299" w:rsidRDefault="00F8092B" w:rsidP="00C06299">
      <w:pPr>
        <w:rPr>
          <w:rFonts w:asciiTheme="minorHAnsi" w:hAnsiTheme="minorHAnsi"/>
          <w:b/>
          <w:color w:val="FF5200" w:themeColor="accent2"/>
          <w:sz w:val="36"/>
          <w:szCs w:val="36"/>
        </w:rPr>
      </w:pPr>
      <w:r>
        <w:rPr>
          <w:rFonts w:asciiTheme="minorHAnsi" w:hAnsiTheme="minorHAnsi"/>
          <w:b/>
          <w:color w:val="FF5200" w:themeColor="accent2"/>
          <w:sz w:val="36"/>
          <w:szCs w:val="36"/>
        </w:rPr>
        <w:t>Harmonogram</w:t>
      </w:r>
    </w:p>
    <w:p w:rsidR="00F8092B" w:rsidRDefault="00F8092B" w:rsidP="00C06299">
      <w:pPr>
        <w:rPr>
          <w:rFonts w:asciiTheme="minorHAnsi" w:hAnsiTheme="minorHAnsi"/>
          <w:b/>
          <w:color w:val="FF5200" w:themeColor="accent2"/>
          <w:sz w:val="36"/>
          <w:szCs w:val="36"/>
        </w:rPr>
      </w:pPr>
    </w:p>
    <w:p w:rsidR="00436251" w:rsidRDefault="00436251" w:rsidP="00436251">
      <w:pPr>
        <w:ind w:left="567" w:hanging="567"/>
      </w:pPr>
      <w:bookmarkStart w:id="15" w:name="_52_Co_externista"/>
      <w:bookmarkStart w:id="16" w:name="_53_Pro_DPP"/>
      <w:bookmarkStart w:id="17" w:name="_54eNeschopena_–_nový"/>
      <w:bookmarkStart w:id="18" w:name="_55_Předávat_do"/>
      <w:bookmarkStart w:id="19" w:name="_56_Externisté_–"/>
      <w:bookmarkStart w:id="20" w:name="_70_Sladění_času"/>
      <w:bookmarkStart w:id="21" w:name="_71_Číslo_KOP"/>
      <w:bookmarkStart w:id="22" w:name="_72_Funkční_modul"/>
      <w:bookmarkStart w:id="23" w:name="_73_UPN_do"/>
      <w:bookmarkStart w:id="24" w:name="_77_UPN_do"/>
      <w:bookmarkStart w:id="25" w:name="_74_Portál_SŽ"/>
      <w:bookmarkStart w:id="26" w:name="_81_Nový_ccc"/>
      <w:bookmarkStart w:id="27" w:name="_97_PROFESE_–"/>
      <w:bookmarkStart w:id="28" w:name="_99_IT_9001"/>
      <w:bookmarkStart w:id="29" w:name="_104_xx"/>
      <w:bookmarkStart w:id="30" w:name="_105_xx"/>
      <w:bookmarkStart w:id="31" w:name="_110_Z_HR_IT9001_MISTNOST_GETLIST_-"/>
      <w:bookmarkStart w:id="32" w:name="_111_Evidence_RZD"/>
      <w:bookmarkStart w:id="33" w:name="_112_Vstupní_obrazovka"/>
      <w:bookmarkStart w:id="34" w:name="_113_Úprava_synchronizace"/>
      <w:bookmarkStart w:id="35" w:name="_115_ZHR_STKR_TASK_–"/>
      <w:bookmarkStart w:id="36" w:name="_116_Externista_–"/>
      <w:bookmarkStart w:id="37" w:name="_117_xx"/>
      <w:bookmarkStart w:id="38" w:name="_118_Revize_transakce"/>
      <w:bookmarkStart w:id="39" w:name="_127_STKR_–"/>
      <w:bookmarkStart w:id="40" w:name="_128_Úpravy_COVID"/>
      <w:bookmarkStart w:id="41" w:name="_127_Notifikace_vedoucím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r>
        <w:t xml:space="preserve">Etapa č. 1 </w:t>
      </w:r>
      <w:r>
        <w:tab/>
      </w:r>
      <w:r w:rsidR="00994FA2">
        <w:t>Dodání a akceptace cílového konceptu</w:t>
      </w:r>
      <w:r>
        <w:tab/>
      </w:r>
      <w:r w:rsidRPr="00994FA2">
        <w:rPr>
          <w:b/>
        </w:rPr>
        <w:t xml:space="preserve">T + 30 dnů </w:t>
      </w:r>
      <w:r w:rsidRPr="00994FA2">
        <w:rPr>
          <w:b/>
        </w:rPr>
        <w:tab/>
      </w:r>
      <w:r w:rsidRPr="00994FA2">
        <w:rPr>
          <w:b/>
        </w:rPr>
        <w:tab/>
      </w:r>
      <w:r>
        <w:tab/>
      </w:r>
      <w:r>
        <w:tab/>
      </w:r>
      <w:r w:rsidR="00F14EB3">
        <w:tab/>
      </w:r>
      <w:r>
        <w:t xml:space="preserve"> </w:t>
      </w:r>
    </w:p>
    <w:p w:rsidR="00994FA2" w:rsidRDefault="00436251" w:rsidP="00994FA2">
      <w:pPr>
        <w:spacing w:after="0"/>
        <w:ind w:left="-142" w:firstLine="142"/>
        <w:rPr>
          <w:b/>
        </w:rPr>
      </w:pPr>
      <w:r>
        <w:t xml:space="preserve">Etapa č. 2 </w:t>
      </w:r>
      <w:r>
        <w:tab/>
      </w:r>
      <w:r w:rsidR="00994FA2">
        <w:t>Realizace</w:t>
      </w:r>
      <w:r>
        <w:tab/>
      </w:r>
      <w:r w:rsidR="00994FA2">
        <w:tab/>
      </w:r>
      <w:r w:rsidR="00994FA2">
        <w:tab/>
      </w:r>
      <w:r w:rsidR="00994FA2">
        <w:tab/>
      </w:r>
      <w:r w:rsidR="00994FA2">
        <w:tab/>
      </w:r>
      <w:r w:rsidRPr="00994FA2">
        <w:rPr>
          <w:b/>
        </w:rPr>
        <w:t>do 90 dnů od dokončení Etapy č. 1</w:t>
      </w:r>
      <w:r w:rsidR="00994FA2">
        <w:rPr>
          <w:b/>
        </w:rPr>
        <w:t xml:space="preserve"> </w:t>
      </w:r>
      <w:r w:rsidR="00941A4D">
        <w:rPr>
          <w:b/>
        </w:rPr>
        <w:t>s podmínkou</w:t>
      </w:r>
      <w:r w:rsidR="00994FA2" w:rsidRPr="00994FA2">
        <w:rPr>
          <w:b/>
        </w:rPr>
        <w:t xml:space="preserve"> zachování navazujících </w:t>
      </w:r>
    </w:p>
    <w:p w:rsidR="00436251" w:rsidRDefault="00994FA2" w:rsidP="00994FA2">
      <w:pPr>
        <w:spacing w:after="120"/>
        <w:ind w:left="4814" w:firstLine="850"/>
      </w:pPr>
      <w:r w:rsidRPr="00994FA2">
        <w:rPr>
          <w:b/>
        </w:rPr>
        <w:t>milníků</w:t>
      </w:r>
      <w:r w:rsidR="00F14EB3">
        <w:tab/>
      </w:r>
      <w:r w:rsidR="00436251">
        <w:t xml:space="preserve"> </w:t>
      </w:r>
    </w:p>
    <w:p w:rsidR="00436251" w:rsidRDefault="00436251" w:rsidP="00436251">
      <w:pPr>
        <w:ind w:left="1418" w:hanging="1418"/>
      </w:pPr>
      <w:r>
        <w:t xml:space="preserve">Etapa č. 3 </w:t>
      </w:r>
      <w:r>
        <w:tab/>
      </w:r>
      <w:r w:rsidR="00994FA2">
        <w:t>Testování</w:t>
      </w:r>
      <w:r>
        <w:tab/>
      </w:r>
      <w:r w:rsidR="00994FA2">
        <w:tab/>
      </w:r>
      <w:r w:rsidR="00994FA2">
        <w:tab/>
      </w:r>
      <w:r w:rsidR="00994FA2">
        <w:tab/>
      </w:r>
      <w:r w:rsidR="00994FA2">
        <w:tab/>
      </w:r>
      <w:r w:rsidRPr="00994FA2">
        <w:rPr>
          <w:b/>
        </w:rPr>
        <w:t>1. 11. 2024 – 30. 11. 2024</w:t>
      </w:r>
      <w:r w:rsidRPr="00994FA2">
        <w:rPr>
          <w:b/>
        </w:rPr>
        <w:tab/>
      </w:r>
      <w:r>
        <w:tab/>
      </w:r>
      <w:r w:rsidR="00F14EB3">
        <w:tab/>
      </w:r>
    </w:p>
    <w:p w:rsidR="00436251" w:rsidRDefault="00436251" w:rsidP="00436251">
      <w:pPr>
        <w:ind w:left="1418" w:hanging="1418"/>
      </w:pPr>
      <w:r>
        <w:t xml:space="preserve">Etapa č. 4 </w:t>
      </w:r>
      <w:r>
        <w:tab/>
      </w:r>
      <w:r w:rsidR="00994FA2">
        <w:t>Produktivní fáze migrace</w:t>
      </w:r>
      <w:r>
        <w:tab/>
      </w:r>
      <w:r w:rsidR="00994FA2">
        <w:tab/>
      </w:r>
      <w:r w:rsidR="00994FA2">
        <w:tab/>
      </w:r>
      <w:r w:rsidRPr="00994FA2">
        <w:rPr>
          <w:b/>
        </w:rPr>
        <w:t>16. 11. 202</w:t>
      </w:r>
      <w:r w:rsidR="00957FC8">
        <w:rPr>
          <w:b/>
        </w:rPr>
        <w:t>4</w:t>
      </w:r>
      <w:r w:rsidRPr="00994FA2">
        <w:rPr>
          <w:b/>
        </w:rPr>
        <w:t xml:space="preserve"> –</w:t>
      </w:r>
      <w:bookmarkStart w:id="42" w:name="_Hlk165968439"/>
      <w:r w:rsidRPr="00994FA2">
        <w:rPr>
          <w:b/>
        </w:rPr>
        <w:t xml:space="preserve"> 30. 11. 202</w:t>
      </w:r>
      <w:bookmarkEnd w:id="42"/>
      <w:r w:rsidR="004A2781">
        <w:rPr>
          <w:b/>
        </w:rPr>
        <w:t>4</w:t>
      </w:r>
      <w:r>
        <w:tab/>
      </w:r>
      <w:r w:rsidR="00F14EB3">
        <w:tab/>
      </w:r>
    </w:p>
    <w:p w:rsidR="00436251" w:rsidRDefault="00436251" w:rsidP="00994FA2">
      <w:pPr>
        <w:ind w:left="1418" w:hanging="1418"/>
      </w:pPr>
      <w:r>
        <w:t xml:space="preserve">Etapa č. 5 </w:t>
      </w:r>
      <w:r w:rsidR="00994FA2">
        <w:tab/>
        <w:t>Konečný termín dodání nástroje – „Automatické tvorby podmínek nájemních smluv dle Kč/m</w:t>
      </w:r>
      <w:r w:rsidR="00994FA2" w:rsidRPr="0829C663">
        <w:rPr>
          <w:vertAlign w:val="superscript"/>
        </w:rPr>
        <w:t>2</w:t>
      </w:r>
      <w:r w:rsidR="00994FA2">
        <w:t xml:space="preserve">“  </w:t>
      </w:r>
      <w:r w:rsidR="00994FA2">
        <w:tab/>
      </w:r>
      <w:r w:rsidR="00941A4D" w:rsidRPr="00941A4D">
        <w:rPr>
          <w:b/>
        </w:rPr>
        <w:t xml:space="preserve">do </w:t>
      </w:r>
      <w:r w:rsidRPr="00994FA2">
        <w:rPr>
          <w:b/>
        </w:rPr>
        <w:t>31. 12. 2024</w:t>
      </w:r>
      <w:r>
        <w:tab/>
      </w:r>
      <w:r>
        <w:tab/>
      </w:r>
    </w:p>
    <w:p w:rsidR="00436251" w:rsidRDefault="00436251" w:rsidP="00994FA2">
      <w:pPr>
        <w:ind w:left="1418" w:hanging="1418"/>
      </w:pPr>
      <w:r>
        <w:t xml:space="preserve">Etapa č. 6 </w:t>
      </w:r>
      <w:r w:rsidR="00994FA2">
        <w:tab/>
        <w:t>Akceptace celkového díla po úspěšném fakturačním běhu za 01/2025</w:t>
      </w:r>
      <w:r>
        <w:tab/>
      </w:r>
      <w:r w:rsidR="00994FA2">
        <w:tab/>
      </w:r>
      <w:r w:rsidR="00994FA2">
        <w:tab/>
      </w:r>
      <w:r w:rsidR="00994FA2">
        <w:tab/>
      </w:r>
      <w:r w:rsidR="00994FA2">
        <w:tab/>
      </w:r>
      <w:r w:rsidR="00941A4D" w:rsidRPr="00941A4D">
        <w:rPr>
          <w:b/>
        </w:rPr>
        <w:t>do</w:t>
      </w:r>
      <w:r w:rsidR="00941A4D">
        <w:t xml:space="preserve"> </w:t>
      </w:r>
      <w:r w:rsidRPr="00994FA2">
        <w:rPr>
          <w:b/>
        </w:rPr>
        <w:t>28. 2. 2025</w:t>
      </w:r>
      <w:r>
        <w:tab/>
      </w:r>
      <w:r w:rsidR="00F14EB3">
        <w:tab/>
      </w:r>
    </w:p>
    <w:p w:rsidR="00436251" w:rsidRPr="00C06299" w:rsidRDefault="00E30A82" w:rsidP="00994FA2">
      <w:pPr>
        <w:ind w:left="1418" w:hanging="1418"/>
        <w:rPr>
          <w:rFonts w:asciiTheme="minorHAnsi" w:hAnsiTheme="minorHAnsi"/>
          <w:b/>
          <w:color w:val="FF5200" w:themeColor="accent2"/>
          <w:sz w:val="36"/>
          <w:szCs w:val="36"/>
        </w:rPr>
      </w:pPr>
      <w:r w:rsidRPr="00E30A82">
        <w:t>Objednatel je po celou dobu trvání smluvního vztahu oprávněn požadovat poskytnutí konzultan</w:t>
      </w:r>
      <w:r>
        <w:t>t</w:t>
      </w:r>
      <w:r w:rsidRPr="00E30A82">
        <w:t>ských a programátorských prací</w:t>
      </w:r>
      <w:r w:rsidR="00436251">
        <w:tab/>
      </w:r>
      <w:r w:rsidR="00436251">
        <w:tab/>
      </w:r>
      <w:r w:rsidR="00F14EB3">
        <w:tab/>
      </w:r>
    </w:p>
    <w:p w:rsidR="009F392E" w:rsidRPr="00436251" w:rsidRDefault="00436251" w:rsidP="00436251">
      <w:pPr>
        <w:rPr>
          <w:sz w:val="18"/>
          <w:szCs w:val="18"/>
        </w:rPr>
      </w:pPr>
      <w:r>
        <w:rPr>
          <w:sz w:val="18"/>
          <w:szCs w:val="18"/>
        </w:rPr>
        <w:t>*T = nabytí účinnosti Smlouvy</w:t>
      </w:r>
    </w:p>
    <w:sectPr w:rsidR="009F392E" w:rsidRPr="00436251" w:rsidSect="00F8092B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3B8" w:rsidRDefault="00F023B8" w:rsidP="00962258">
      <w:pPr>
        <w:spacing w:after="0" w:line="240" w:lineRule="auto"/>
      </w:pPr>
      <w:r>
        <w:separator/>
      </w:r>
    </w:p>
  </w:endnote>
  <w:endnote w:type="continuationSeparator" w:id="0">
    <w:p w:rsidR="00F023B8" w:rsidRDefault="00F023B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B66C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B66C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94CA69" wp14:editId="6225FD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0BEBF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68A6600" wp14:editId="6677FB1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6C03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4715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4715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763EE8" wp14:editId="3C584C0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E5277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26AA601" wp14:editId="706F43E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7E8B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3B8" w:rsidRDefault="00F023B8" w:rsidP="00962258">
      <w:pPr>
        <w:spacing w:after="0" w:line="240" w:lineRule="auto"/>
      </w:pPr>
      <w:r>
        <w:separator/>
      </w:r>
    </w:p>
  </w:footnote>
  <w:footnote w:type="continuationSeparator" w:id="0">
    <w:p w:rsidR="00F023B8" w:rsidRDefault="00F023B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3E8B38B" wp14:editId="313C9D96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BF76403"/>
    <w:multiLevelType w:val="multilevel"/>
    <w:tmpl w:val="0D34D660"/>
    <w:numStyleLink w:val="ListBulletmultilevel"/>
  </w:abstractNum>
  <w:abstractNum w:abstractNumId="3" w15:restartNumberingAfterBreak="0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C01"/>
    <w:rsid w:val="00072C1E"/>
    <w:rsid w:val="000C5606"/>
    <w:rsid w:val="000E23A7"/>
    <w:rsid w:val="000F3F8F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71A72"/>
    <w:rsid w:val="003956C6"/>
    <w:rsid w:val="00434E7F"/>
    <w:rsid w:val="00436251"/>
    <w:rsid w:val="00441430"/>
    <w:rsid w:val="00450F07"/>
    <w:rsid w:val="00453CD3"/>
    <w:rsid w:val="00460660"/>
    <w:rsid w:val="004649A7"/>
    <w:rsid w:val="00486107"/>
    <w:rsid w:val="00491827"/>
    <w:rsid w:val="004A2781"/>
    <w:rsid w:val="004B348C"/>
    <w:rsid w:val="004C2ABB"/>
    <w:rsid w:val="004C4399"/>
    <w:rsid w:val="004C5D55"/>
    <w:rsid w:val="004C787C"/>
    <w:rsid w:val="004E143C"/>
    <w:rsid w:val="004E3A53"/>
    <w:rsid w:val="004F20BC"/>
    <w:rsid w:val="004F4B9B"/>
    <w:rsid w:val="004F69EA"/>
    <w:rsid w:val="0050397F"/>
    <w:rsid w:val="00511AB9"/>
    <w:rsid w:val="00520C8B"/>
    <w:rsid w:val="00523EA7"/>
    <w:rsid w:val="00553375"/>
    <w:rsid w:val="00557C28"/>
    <w:rsid w:val="005736B7"/>
    <w:rsid w:val="00575E5A"/>
    <w:rsid w:val="005E5337"/>
    <w:rsid w:val="005F1404"/>
    <w:rsid w:val="0061068E"/>
    <w:rsid w:val="006565DB"/>
    <w:rsid w:val="00660AD3"/>
    <w:rsid w:val="00676C01"/>
    <w:rsid w:val="00677B7F"/>
    <w:rsid w:val="006A5570"/>
    <w:rsid w:val="006A689C"/>
    <w:rsid w:val="006B3D79"/>
    <w:rsid w:val="006D7AFE"/>
    <w:rsid w:val="006E0578"/>
    <w:rsid w:val="006E314D"/>
    <w:rsid w:val="00710723"/>
    <w:rsid w:val="007139D4"/>
    <w:rsid w:val="00723ED1"/>
    <w:rsid w:val="00743525"/>
    <w:rsid w:val="0076286B"/>
    <w:rsid w:val="00766846"/>
    <w:rsid w:val="00773FE8"/>
    <w:rsid w:val="0077673A"/>
    <w:rsid w:val="00776B86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1A4D"/>
    <w:rsid w:val="00957FC8"/>
    <w:rsid w:val="00962258"/>
    <w:rsid w:val="009678B7"/>
    <w:rsid w:val="009833E1"/>
    <w:rsid w:val="00983740"/>
    <w:rsid w:val="00992D9C"/>
    <w:rsid w:val="00994FA2"/>
    <w:rsid w:val="00996CB8"/>
    <w:rsid w:val="009B14A9"/>
    <w:rsid w:val="009B2E97"/>
    <w:rsid w:val="009D362A"/>
    <w:rsid w:val="009E07F4"/>
    <w:rsid w:val="009F392E"/>
    <w:rsid w:val="00A16E19"/>
    <w:rsid w:val="00A6177B"/>
    <w:rsid w:val="00A66136"/>
    <w:rsid w:val="00AA4CBB"/>
    <w:rsid w:val="00AA65FA"/>
    <w:rsid w:val="00AA7351"/>
    <w:rsid w:val="00AB30FA"/>
    <w:rsid w:val="00AD056F"/>
    <w:rsid w:val="00AD6731"/>
    <w:rsid w:val="00AE0D05"/>
    <w:rsid w:val="00B15D0D"/>
    <w:rsid w:val="00B40EF0"/>
    <w:rsid w:val="00B75EE1"/>
    <w:rsid w:val="00B77481"/>
    <w:rsid w:val="00B8518B"/>
    <w:rsid w:val="00B9657E"/>
    <w:rsid w:val="00BD7E91"/>
    <w:rsid w:val="00C02D0A"/>
    <w:rsid w:val="00C03A6E"/>
    <w:rsid w:val="00C06299"/>
    <w:rsid w:val="00C15DAF"/>
    <w:rsid w:val="00C242AE"/>
    <w:rsid w:val="00C44F6A"/>
    <w:rsid w:val="00C47AE3"/>
    <w:rsid w:val="00CD1FC4"/>
    <w:rsid w:val="00D21061"/>
    <w:rsid w:val="00D22D30"/>
    <w:rsid w:val="00D4108E"/>
    <w:rsid w:val="00D47153"/>
    <w:rsid w:val="00D6163D"/>
    <w:rsid w:val="00D73D46"/>
    <w:rsid w:val="00D831A3"/>
    <w:rsid w:val="00D871EE"/>
    <w:rsid w:val="00DB66C5"/>
    <w:rsid w:val="00DC75F3"/>
    <w:rsid w:val="00DD46F3"/>
    <w:rsid w:val="00DE56F2"/>
    <w:rsid w:val="00DF116D"/>
    <w:rsid w:val="00E30A82"/>
    <w:rsid w:val="00E36C4A"/>
    <w:rsid w:val="00EB104F"/>
    <w:rsid w:val="00ED14BD"/>
    <w:rsid w:val="00F023B8"/>
    <w:rsid w:val="00F0533E"/>
    <w:rsid w:val="00F1048D"/>
    <w:rsid w:val="00F12DEC"/>
    <w:rsid w:val="00F14EB3"/>
    <w:rsid w:val="00F1715C"/>
    <w:rsid w:val="00F276DA"/>
    <w:rsid w:val="00F30B4F"/>
    <w:rsid w:val="00F310F8"/>
    <w:rsid w:val="00F35939"/>
    <w:rsid w:val="00F4036B"/>
    <w:rsid w:val="00F45607"/>
    <w:rsid w:val="00F5558F"/>
    <w:rsid w:val="00F659EB"/>
    <w:rsid w:val="00F8092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79DCBD65-D6F4-4FD3-9A3B-F113AEB2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06299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E69C4F-1E76-499F-A65E-14A15C16A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1</Pages>
  <Words>102</Words>
  <Characters>605</Characters>
  <Application>Microsoft Office Word</Application>
  <DocSecurity>4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2</cp:revision>
  <cp:lastPrinted>2017-11-28T17:18:00Z</cp:lastPrinted>
  <dcterms:created xsi:type="dcterms:W3CDTF">2024-06-25T05:52:00Z</dcterms:created>
  <dcterms:modified xsi:type="dcterms:W3CDTF">2024-06-25T05:52:00Z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